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2BA" w:rsidRDefault="004E62BA">
      <w:pPr>
        <w:widowControl w:val="0"/>
        <w:spacing w:line="240" w:lineRule="auto"/>
        <w:ind w:left="1696" w:right="-20"/>
        <w:rPr>
          <w:color w:val="BF0000"/>
          <w:sz w:val="24"/>
          <w:szCs w:val="24"/>
        </w:rPr>
      </w:pPr>
      <w:bookmarkStart w:id="0" w:name="_page_3_0"/>
      <w:r>
        <w:rPr>
          <w:rFonts w:ascii="FHSCX+F1" w:hAnsi="FHSCX+F1" w:cs="FHSCX+F1"/>
          <w:color w:val="BF0000"/>
          <w:sz w:val="28"/>
          <w:szCs w:val="28"/>
        </w:rPr>
        <w:t>I</w:t>
      </w:r>
      <w:r>
        <w:rPr>
          <w:rFonts w:ascii="FHSCX+F1" w:hAnsi="FHSCX+F1" w:cs="FHSCX+F1"/>
          <w:color w:val="BF0000"/>
          <w:spacing w:val="2"/>
          <w:sz w:val="28"/>
          <w:szCs w:val="28"/>
        </w:rPr>
        <w:t>.</w:t>
      </w:r>
      <w:r>
        <w:rPr>
          <w:rFonts w:ascii="FHSCX+F1" w:hAnsi="FHSCX+F1" w:cs="FHSCX+F1"/>
          <w:color w:val="BF0000"/>
          <w:sz w:val="28"/>
          <w:szCs w:val="28"/>
        </w:rPr>
        <w:t>I.S.</w:t>
      </w:r>
      <w:r>
        <w:rPr>
          <w:rFonts w:ascii="FHSCX+F1" w:hAnsi="FHSCX+F1" w:cs="FHSCX+F1"/>
          <w:color w:val="BF0000"/>
          <w:spacing w:val="90"/>
          <w:sz w:val="28"/>
          <w:szCs w:val="28"/>
        </w:rPr>
        <w:t xml:space="preserve"> </w:t>
      </w:r>
      <w:r>
        <w:rPr>
          <w:rFonts w:ascii="FHSCX+F1" w:hAnsi="FHSCX+F1" w:cs="FHSCX+F1"/>
          <w:color w:val="BF0000"/>
          <w:spacing w:val="3"/>
          <w:sz w:val="28"/>
          <w:szCs w:val="28"/>
        </w:rPr>
        <w:t>“</w:t>
      </w:r>
      <w:r>
        <w:rPr>
          <w:rFonts w:ascii="FHSCX+F1" w:hAnsi="FHSCX+F1" w:cs="FHSCX+F1"/>
          <w:color w:val="BF0000"/>
          <w:sz w:val="28"/>
          <w:szCs w:val="28"/>
        </w:rPr>
        <w:t>G. CE</w:t>
      </w:r>
      <w:r>
        <w:rPr>
          <w:rFonts w:ascii="FHSCX+F1" w:hAnsi="FHSCX+F1" w:cs="FHSCX+F1"/>
          <w:color w:val="BF0000"/>
          <w:spacing w:val="-2"/>
          <w:sz w:val="28"/>
          <w:szCs w:val="28"/>
        </w:rPr>
        <w:t>N</w:t>
      </w:r>
      <w:r>
        <w:rPr>
          <w:rFonts w:ascii="FHSCX+F1" w:hAnsi="FHSCX+F1" w:cs="FHSCX+F1"/>
          <w:color w:val="BF0000"/>
          <w:sz w:val="28"/>
          <w:szCs w:val="28"/>
        </w:rPr>
        <w:t>A</w:t>
      </w:r>
      <w:r>
        <w:rPr>
          <w:rFonts w:ascii="FHSCX+F1" w:hAnsi="FHSCX+F1" w:cs="FHSCX+F1"/>
          <w:color w:val="BF0000"/>
          <w:sz w:val="24"/>
          <w:szCs w:val="24"/>
        </w:rPr>
        <w:t>”</w:t>
      </w: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after="69" w:line="240" w:lineRule="exact"/>
        <w:rPr>
          <w:sz w:val="24"/>
          <w:szCs w:val="24"/>
        </w:rPr>
      </w:pPr>
    </w:p>
    <w:p w:rsidR="004E62BA" w:rsidRDefault="004E62BA">
      <w:pPr>
        <w:widowControl w:val="0"/>
        <w:spacing w:line="240" w:lineRule="auto"/>
        <w:ind w:left="3643" w:right="-20"/>
        <w:rPr>
          <w:b/>
          <w:bCs/>
          <w:color w:val="000000"/>
          <w:sz w:val="28"/>
          <w:szCs w:val="28"/>
        </w:rPr>
      </w:pPr>
      <w:r>
        <w:rPr>
          <w:rFonts w:ascii="GMPMS+F3" w:hAnsi="GMPMS+F3" w:cs="GMPMS+F3"/>
          <w:b/>
          <w:bCs/>
          <w:color w:val="000000"/>
          <w:sz w:val="28"/>
          <w:szCs w:val="28"/>
        </w:rPr>
        <w:t>P</w:t>
      </w:r>
      <w:r>
        <w:rPr>
          <w:rFonts w:ascii="GMPMS+F3" w:hAnsi="GMPMS+F3" w:cs="GMPMS+F3"/>
          <w:b/>
          <w:bCs/>
          <w:color w:val="000000"/>
          <w:spacing w:val="-1"/>
          <w:sz w:val="28"/>
          <w:szCs w:val="28"/>
        </w:rPr>
        <w:t>R</w:t>
      </w:r>
      <w:r>
        <w:rPr>
          <w:rFonts w:ascii="GMPMS+F3" w:hAnsi="GMPMS+F3" w:cs="GMPMS+F3"/>
          <w:b/>
          <w:bCs/>
          <w:color w:val="000000"/>
          <w:sz w:val="28"/>
          <w:szCs w:val="28"/>
        </w:rPr>
        <w:t>OGRA</w:t>
      </w:r>
      <w:r>
        <w:rPr>
          <w:rFonts w:ascii="GMPMS+F3" w:hAnsi="GMPMS+F3" w:cs="GMPMS+F3"/>
          <w:b/>
          <w:bCs/>
          <w:color w:val="000000"/>
          <w:spacing w:val="1"/>
          <w:sz w:val="28"/>
          <w:szCs w:val="28"/>
        </w:rPr>
        <w:t>M</w:t>
      </w:r>
      <w:r>
        <w:rPr>
          <w:rFonts w:ascii="GMPMS+F3" w:hAnsi="GMPMS+F3" w:cs="GMPMS+F3"/>
          <w:b/>
          <w:bCs/>
          <w:color w:val="000000"/>
          <w:spacing w:val="-1"/>
          <w:sz w:val="28"/>
          <w:szCs w:val="28"/>
        </w:rPr>
        <w:t>M</w:t>
      </w:r>
      <w:r>
        <w:rPr>
          <w:rFonts w:ascii="GMPMS+F3" w:hAnsi="GMPMS+F3" w:cs="GMPMS+F3"/>
          <w:b/>
          <w:bCs/>
          <w:color w:val="000000"/>
          <w:sz w:val="28"/>
          <w:szCs w:val="28"/>
        </w:rPr>
        <w:t>A S</w:t>
      </w:r>
      <w:r>
        <w:rPr>
          <w:rFonts w:ascii="GMPMS+F3" w:hAnsi="GMPMS+F3" w:cs="GMPMS+F3"/>
          <w:b/>
          <w:bCs/>
          <w:color w:val="000000"/>
          <w:spacing w:val="2"/>
          <w:sz w:val="28"/>
          <w:szCs w:val="28"/>
        </w:rPr>
        <w:t>V</w:t>
      </w:r>
      <w:r>
        <w:rPr>
          <w:rFonts w:ascii="GMPMS+F3" w:hAnsi="GMPMS+F3" w:cs="GMPMS+F3"/>
          <w:b/>
          <w:bCs/>
          <w:color w:val="000000"/>
          <w:sz w:val="28"/>
          <w:szCs w:val="28"/>
        </w:rPr>
        <w:t>OLTO</w:t>
      </w: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after="17" w:line="140" w:lineRule="exact"/>
        <w:rPr>
          <w:sz w:val="14"/>
          <w:szCs w:val="14"/>
        </w:rPr>
      </w:pPr>
    </w:p>
    <w:p w:rsidR="004E62BA" w:rsidRDefault="004E62BA">
      <w:pPr>
        <w:widowControl w:val="0"/>
        <w:tabs>
          <w:tab w:val="left" w:pos="7154"/>
        </w:tabs>
        <w:spacing w:line="240" w:lineRule="auto"/>
        <w:ind w:right="-20"/>
        <w:rPr>
          <w:color w:val="000000"/>
          <w:sz w:val="24"/>
          <w:szCs w:val="24"/>
        </w:rPr>
      </w:pPr>
      <w:r>
        <w:rPr>
          <w:rFonts w:ascii="GMPMS+F3" w:hAnsi="GMPMS+F3" w:cs="GMPMS+F3"/>
          <w:b/>
          <w:bCs/>
          <w:color w:val="000000"/>
          <w:sz w:val="24"/>
          <w:szCs w:val="24"/>
        </w:rPr>
        <w:t>Anno</w:t>
      </w:r>
      <w:r>
        <w:rPr>
          <w:rFonts w:ascii="GMPMS+F3" w:hAnsi="GMPMS+F3" w:cs="GMPMS+F3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GMPMS+F3" w:hAnsi="GMPMS+F3" w:cs="GMPMS+F3"/>
          <w:b/>
          <w:bCs/>
          <w:color w:val="000000"/>
          <w:sz w:val="24"/>
          <w:szCs w:val="24"/>
        </w:rPr>
        <w:t>sc</w:t>
      </w:r>
      <w:r>
        <w:rPr>
          <w:rFonts w:ascii="GMPMS+F3" w:hAnsi="GMPMS+F3" w:cs="GMPMS+F3"/>
          <w:b/>
          <w:bCs/>
          <w:color w:val="000000"/>
          <w:spacing w:val="-1"/>
          <w:sz w:val="24"/>
          <w:szCs w:val="24"/>
        </w:rPr>
        <w:t>o</w:t>
      </w:r>
      <w:r>
        <w:rPr>
          <w:rFonts w:ascii="GMPMS+F3" w:hAnsi="GMPMS+F3" w:cs="GMPMS+F3"/>
          <w:b/>
          <w:bCs/>
          <w:color w:val="000000"/>
          <w:sz w:val="24"/>
          <w:szCs w:val="24"/>
        </w:rPr>
        <w:t>las</w:t>
      </w:r>
      <w:r>
        <w:rPr>
          <w:rFonts w:ascii="GMPMS+F3" w:hAnsi="GMPMS+F3" w:cs="GMPMS+F3"/>
          <w:b/>
          <w:bCs/>
          <w:color w:val="000000"/>
          <w:spacing w:val="1"/>
          <w:sz w:val="24"/>
          <w:szCs w:val="24"/>
        </w:rPr>
        <w:t>t</w:t>
      </w:r>
      <w:r>
        <w:rPr>
          <w:rFonts w:ascii="GMPMS+F3" w:hAnsi="GMPMS+F3" w:cs="GMPMS+F3"/>
          <w:b/>
          <w:bCs/>
          <w:color w:val="000000"/>
          <w:sz w:val="24"/>
          <w:szCs w:val="24"/>
        </w:rPr>
        <w:t>ic</w:t>
      </w:r>
      <w:r>
        <w:rPr>
          <w:rFonts w:ascii="GMPMS+F3" w:hAnsi="GMPMS+F3" w:cs="GMPMS+F3"/>
          <w:b/>
          <w:bCs/>
          <w:color w:val="000000"/>
          <w:spacing w:val="-1"/>
          <w:sz w:val="24"/>
          <w:szCs w:val="24"/>
        </w:rPr>
        <w:t>o</w:t>
      </w:r>
      <w:r>
        <w:rPr>
          <w:rFonts w:ascii="GMPMS+F3" w:hAnsi="GMPMS+F3" w:cs="GMPMS+F3"/>
          <w:b/>
          <w:bCs/>
          <w:color w:val="000000"/>
          <w:sz w:val="24"/>
          <w:szCs w:val="24"/>
        </w:rPr>
        <w:t>: 2022-23</w:t>
      </w:r>
      <w:r>
        <w:rPr>
          <w:rFonts w:ascii="GMPMS+F3" w:hAnsi="GMPMS+F3" w:cs="GMPMS+F3"/>
          <w:color w:val="000000"/>
          <w:sz w:val="24"/>
          <w:szCs w:val="24"/>
        </w:rPr>
        <w:tab/>
      </w:r>
      <w:r>
        <w:rPr>
          <w:rFonts w:ascii="BFYHW+F2" w:hAnsi="BFYHW+F2" w:cs="BFYHW+F2"/>
          <w:color w:val="000000"/>
          <w:sz w:val="24"/>
          <w:szCs w:val="24"/>
        </w:rPr>
        <w:t>Cl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a</w:t>
      </w:r>
      <w:r>
        <w:rPr>
          <w:rFonts w:ascii="BFYHW+F2" w:hAnsi="BFYHW+F2" w:cs="BFYHW+F2"/>
          <w:color w:val="000000"/>
          <w:sz w:val="24"/>
          <w:szCs w:val="24"/>
        </w:rPr>
        <w:t>sse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M"/>
        </w:smartTagPr>
        <w:r>
          <w:rPr>
            <w:rFonts w:ascii="BFYHW+F2" w:hAnsi="BFYHW+F2" w:cs="BFYHW+F2"/>
            <w:color w:val="000000"/>
            <w:spacing w:val="1"/>
            <w:sz w:val="24"/>
            <w:szCs w:val="24"/>
          </w:rPr>
          <w:t>3</w:t>
        </w:r>
        <w:r>
          <w:rPr>
            <w:rFonts w:ascii="BFYHW+F2" w:hAnsi="BFYHW+F2" w:cs="BFYHW+F2"/>
            <w:color w:val="000000"/>
            <w:sz w:val="24"/>
            <w:szCs w:val="24"/>
          </w:rPr>
          <w:t xml:space="preserve"> M</w:t>
        </w:r>
      </w:smartTag>
      <w:r>
        <w:rPr>
          <w:rFonts w:ascii="BFYHW+F2" w:hAnsi="BFYHW+F2" w:cs="BFYHW+F2"/>
          <w:color w:val="000000"/>
          <w:spacing w:val="-4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T</w:t>
      </w:r>
      <w:r>
        <w:rPr>
          <w:rFonts w:ascii="BFYHW+F2" w:hAnsi="BFYHW+F2" w:cs="BFYHW+F2"/>
          <w:color w:val="000000"/>
          <w:sz w:val="24"/>
          <w:szCs w:val="24"/>
        </w:rPr>
        <w:t>UR</w:t>
      </w:r>
    </w:p>
    <w:p w:rsidR="004E62BA" w:rsidRDefault="004E62BA">
      <w:pPr>
        <w:spacing w:after="36" w:line="240" w:lineRule="exact"/>
        <w:rPr>
          <w:sz w:val="24"/>
          <w:szCs w:val="24"/>
        </w:rPr>
      </w:pPr>
    </w:p>
    <w:p w:rsidR="004E62BA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z w:val="24"/>
          <w:szCs w:val="24"/>
        </w:rPr>
        <w:t>Doc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e</w:t>
      </w:r>
      <w:r>
        <w:rPr>
          <w:rFonts w:ascii="BFYHW+F2" w:hAnsi="BFYHW+F2" w:cs="BFYHW+F2"/>
          <w:color w:val="000000"/>
          <w:sz w:val="24"/>
          <w:szCs w:val="24"/>
        </w:rPr>
        <w:t>nt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e</w:t>
      </w:r>
      <w:r>
        <w:rPr>
          <w:rFonts w:ascii="BFYHW+F2" w:hAnsi="BFYHW+F2" w:cs="BFYHW+F2"/>
          <w:color w:val="000000"/>
          <w:sz w:val="24"/>
          <w:szCs w:val="24"/>
        </w:rPr>
        <w:t>: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FerraraAntonella</w:t>
      </w:r>
    </w:p>
    <w:p w:rsidR="004E62BA" w:rsidRDefault="004E62BA">
      <w:pPr>
        <w:spacing w:after="36" w:line="240" w:lineRule="exact"/>
        <w:rPr>
          <w:sz w:val="24"/>
          <w:szCs w:val="24"/>
        </w:rPr>
      </w:pPr>
    </w:p>
    <w:p w:rsidR="004E62BA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z w:val="24"/>
          <w:szCs w:val="24"/>
        </w:rPr>
        <w:t>Discipl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i</w:t>
      </w:r>
      <w:r>
        <w:rPr>
          <w:rFonts w:ascii="BFYHW+F2" w:hAnsi="BFYHW+F2" w:cs="BFYHW+F2"/>
          <w:color w:val="000000"/>
          <w:sz w:val="24"/>
          <w:szCs w:val="24"/>
        </w:rPr>
        <w:t>na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pacing w:val="-4"/>
          <w:sz w:val="24"/>
          <w:szCs w:val="24"/>
        </w:rPr>
        <w:t>L</w:t>
      </w:r>
      <w:r>
        <w:rPr>
          <w:rFonts w:ascii="BFYHW+F2" w:hAnsi="BFYHW+F2" w:cs="BFYHW+F2"/>
          <w:color w:val="000000"/>
          <w:sz w:val="24"/>
          <w:szCs w:val="24"/>
        </w:rPr>
        <w:t>i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n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g</w:t>
      </w:r>
      <w:r>
        <w:rPr>
          <w:rFonts w:ascii="BFYHW+F2" w:hAnsi="BFYHW+F2" w:cs="BFYHW+F2"/>
          <w:color w:val="000000"/>
          <w:sz w:val="24"/>
          <w:szCs w:val="24"/>
        </w:rPr>
        <w:t>ua</w:t>
      </w:r>
      <w:r>
        <w:rPr>
          <w:rFonts w:ascii="BFYHW+F2" w:hAnsi="BFYHW+F2" w:cs="BFYHW+F2"/>
          <w:color w:val="000000"/>
          <w:spacing w:val="4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I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n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g</w:t>
      </w:r>
      <w:r>
        <w:rPr>
          <w:rFonts w:ascii="BFYHW+F2" w:hAnsi="BFYHW+F2" w:cs="BFYHW+F2"/>
          <w:color w:val="000000"/>
          <w:sz w:val="24"/>
          <w:szCs w:val="24"/>
        </w:rPr>
        <w:t>le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s</w:t>
      </w:r>
      <w:r>
        <w:rPr>
          <w:rFonts w:ascii="BFYHW+F2" w:hAnsi="BFYHW+F2" w:cs="BFYHW+F2"/>
          <w:color w:val="000000"/>
          <w:sz w:val="24"/>
          <w:szCs w:val="24"/>
        </w:rPr>
        <w:t>e</w:t>
      </w:r>
    </w:p>
    <w:p w:rsidR="004E62BA" w:rsidRDefault="004E62BA">
      <w:pPr>
        <w:spacing w:after="36" w:line="240" w:lineRule="exact"/>
        <w:rPr>
          <w:sz w:val="24"/>
          <w:szCs w:val="24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>
        <w:rPr>
          <w:rFonts w:ascii="BFYHW+F2" w:hAnsi="BFYHW+F2" w:cs="BFYHW+F2"/>
          <w:color w:val="000000"/>
          <w:sz w:val="24"/>
          <w:szCs w:val="24"/>
        </w:rPr>
        <w:t>Dal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l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i</w:t>
      </w:r>
      <w:r>
        <w:rPr>
          <w:rFonts w:ascii="BFYHW+F2" w:hAnsi="BFYHW+F2" w:cs="BFYHW+F2"/>
          <w:color w:val="000000"/>
          <w:sz w:val="24"/>
          <w:szCs w:val="24"/>
        </w:rPr>
        <w:t>bro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di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te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s</w:t>
      </w:r>
      <w:r>
        <w:rPr>
          <w:rFonts w:ascii="BFYHW+F2" w:hAnsi="BFYHW+F2" w:cs="BFYHW+F2"/>
          <w:color w:val="000000"/>
          <w:sz w:val="24"/>
          <w:szCs w:val="24"/>
        </w:rPr>
        <w:t>t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o</w:t>
      </w:r>
      <w:r>
        <w:rPr>
          <w:rFonts w:ascii="BFYHW+F2" w:hAnsi="BFYHW+F2" w:cs="BFYHW+F2"/>
          <w:color w:val="000000"/>
          <w:sz w:val="24"/>
          <w:szCs w:val="24"/>
        </w:rPr>
        <w:t>: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En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g</w:t>
      </w:r>
      <w:r>
        <w:rPr>
          <w:rFonts w:ascii="BFYHW+F2" w:hAnsi="BFYHW+F2" w:cs="BFYHW+F2"/>
          <w:color w:val="000000"/>
          <w:sz w:val="24"/>
          <w:szCs w:val="24"/>
        </w:rPr>
        <w:t>age!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mpa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t,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M. Berli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,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J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.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ow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e, H.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J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one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, 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.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et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inel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i,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son Ed.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4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rPr>
          <w:lang w:val="en-GB"/>
        </w:rPr>
        <w:sectPr w:rsidR="004E62BA" w:rsidRPr="00A12A51">
          <w:type w:val="continuous"/>
          <w:pgSz w:w="11906" w:h="16838"/>
          <w:pgMar w:top="1115" w:right="850" w:bottom="0" w:left="720" w:header="0" w:footer="0" w:gutter="0"/>
          <w:cols w:space="708"/>
        </w:sectPr>
      </w:pPr>
    </w:p>
    <w:p w:rsidR="004E62BA" w:rsidRPr="00A12A51" w:rsidRDefault="004E62BA">
      <w:pPr>
        <w:widowControl w:val="0"/>
        <w:spacing w:line="247" w:lineRule="auto"/>
        <w:ind w:right="222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 5</w:t>
      </w: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Revision</w:t>
      </w:r>
    </w:p>
    <w:p w:rsidR="004E62BA" w:rsidRPr="00A12A51" w:rsidRDefault="004E62BA">
      <w:pPr>
        <w:spacing w:after="37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58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7 Revision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8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9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117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10</w:t>
      </w:r>
    </w:p>
    <w:p w:rsidR="004E62BA" w:rsidRPr="00A12A51" w:rsidRDefault="004E62BA">
      <w:pPr>
        <w:spacing w:after="46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11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16" w:line="140" w:lineRule="exact"/>
        <w:rPr>
          <w:sz w:val="14"/>
          <w:szCs w:val="1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12</w:t>
      </w:r>
    </w:p>
    <w:p w:rsidR="004E62BA" w:rsidRPr="00A12A51" w:rsidRDefault="004E62BA">
      <w:pPr>
        <w:widowControl w:val="0"/>
        <w:spacing w:line="248" w:lineRule="auto"/>
        <w:ind w:right="241"/>
        <w:rPr>
          <w:color w:val="000000"/>
          <w:sz w:val="24"/>
          <w:szCs w:val="24"/>
          <w:lang w:val="en-GB"/>
        </w:rPr>
      </w:pPr>
      <w:r w:rsidRPr="00A12A51">
        <w:rPr>
          <w:lang w:val="en-GB"/>
        </w:rPr>
        <w:br w:type="column"/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VO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Y /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7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Holid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4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</w:t>
      </w: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Tra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v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el and 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ansport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3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Homes 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C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 Tec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h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nol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y</w:t>
      </w:r>
    </w:p>
    <w:p w:rsidR="004E62BA" w:rsidRPr="00A12A51" w:rsidRDefault="004E62BA">
      <w:pPr>
        <w:spacing w:after="45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5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TV, f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lm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theatre Music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2" w:lineRule="auto"/>
        <w:ind w:right="-58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Cl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, fashion and s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-7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e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J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elle</w:t>
      </w:r>
      <w:r w:rsidRPr="00A12A51">
        <w:rPr>
          <w:rFonts w:ascii="BFYHW+F2" w:hAnsi="BFYHW+F2" w:cs="BFYHW+F2"/>
          <w:color w:val="000000"/>
          <w:spacing w:val="4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y E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x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nded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famili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 Rela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ionships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118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216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Cul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 di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v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si</w:t>
      </w:r>
      <w:r w:rsidRPr="00A12A51">
        <w:rPr>
          <w:rFonts w:ascii="BFYHW+F2" w:hAnsi="BFYHW+F2" w:cs="BFYHW+F2"/>
          <w:color w:val="000000"/>
          <w:spacing w:val="5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y Celebr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ons</w:t>
      </w:r>
    </w:p>
    <w:p w:rsidR="004E62BA" w:rsidRPr="00A12A51" w:rsidRDefault="004E62BA">
      <w:pPr>
        <w:widowControl w:val="0"/>
        <w:spacing w:line="247" w:lineRule="auto"/>
        <w:ind w:right="2999"/>
        <w:rPr>
          <w:color w:val="000000"/>
          <w:sz w:val="24"/>
          <w:szCs w:val="24"/>
          <w:lang w:val="en-GB"/>
        </w:rPr>
      </w:pPr>
      <w:r w:rsidRPr="00A12A51">
        <w:rPr>
          <w:lang w:val="en-GB"/>
        </w:rPr>
        <w:br w:type="column"/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GRAMMAR P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st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nt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nuous</w:t>
      </w:r>
    </w:p>
    <w:p w:rsidR="004E62BA" w:rsidRPr="00A12A51" w:rsidRDefault="004E62BA">
      <w:pPr>
        <w:widowControl w:val="0"/>
        <w:spacing w:line="243" w:lineRule="auto"/>
        <w:ind w:right="1122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Past si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vs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Past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ntinuous Must/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ustn’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/have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to/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d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n’t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have to 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</w:t>
      </w: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Preposition of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ot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on</w:t>
      </w:r>
    </w:p>
    <w:p w:rsidR="004E62BA" w:rsidRPr="00A12A51" w:rsidRDefault="004E62BA">
      <w:pPr>
        <w:widowControl w:val="0"/>
        <w:spacing w:line="240" w:lineRule="auto"/>
        <w:ind w:right="372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nti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uous f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 f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ture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ar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an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ements 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ple for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fi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xe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tim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</w:t>
      </w: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</w:t>
      </w:r>
    </w:p>
    <w:p w:rsidR="004E62BA" w:rsidRPr="00A12A51" w:rsidRDefault="004E62BA">
      <w:pPr>
        <w:widowControl w:val="0"/>
        <w:spacing w:line="240" w:lineRule="auto"/>
        <w:ind w:right="-59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vs Be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3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oi</w:t>
      </w:r>
      <w:r w:rsidRPr="00A12A51">
        <w:rPr>
          <w:rFonts w:ascii="BFYHW+F2" w:hAnsi="BFYHW+F2" w:cs="BFYHW+F2"/>
          <w:color w:val="000000"/>
          <w:spacing w:val="4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 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d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he 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Cont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nuous 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Z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ro 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f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rst condi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ionals</w:t>
      </w:r>
    </w:p>
    <w:p w:rsidR="004E62BA" w:rsidRPr="00A12A51" w:rsidRDefault="004E62BA">
      <w:pPr>
        <w:widowControl w:val="0"/>
        <w:spacing w:before="7" w:line="240" w:lineRule="auto"/>
        <w:ind w:right="307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ct 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een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vs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Gone</w:t>
      </w:r>
    </w:p>
    <w:p w:rsidR="004E62BA" w:rsidRPr="00A12A51" w:rsidRDefault="004E62BA">
      <w:pPr>
        <w:widowControl w:val="0"/>
        <w:spacing w:line="244" w:lineRule="auto"/>
        <w:ind w:right="1044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ct w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th ever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never 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ct w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th j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st/alr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3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4"/>
          <w:sz w:val="24"/>
          <w:szCs w:val="24"/>
          <w:lang w:val="en-GB"/>
        </w:rPr>
        <w:t>d</w:t>
      </w:r>
      <w:r w:rsidRPr="00A12A51">
        <w:rPr>
          <w:rFonts w:ascii="BFYHW+F2" w:hAnsi="BFYHW+F2" w:cs="BFYHW+F2"/>
          <w:color w:val="000000"/>
          <w:spacing w:val="-4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pacing w:val="5"/>
          <w:sz w:val="24"/>
          <w:szCs w:val="24"/>
          <w:lang w:val="en-GB"/>
        </w:rPr>
        <w:t>/</w:t>
      </w:r>
      <w:r w:rsidRPr="00A12A51">
        <w:rPr>
          <w:rFonts w:ascii="BFYHW+F2" w:hAnsi="BFYHW+F2" w:cs="BFYHW+F2"/>
          <w:color w:val="000000"/>
          <w:spacing w:val="-4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et 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ct w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th for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nd since Prese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ct vs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Pa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st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ple</w:t>
      </w:r>
      <w:r w:rsidRPr="00A12A51">
        <w:rPr>
          <w:rFonts w:ascii="BFYHW+F2" w:hAnsi="BFYHW+F2" w:cs="BFYHW+F2"/>
          <w:color w:val="000000"/>
          <w:spacing w:val="115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Used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</w:t>
      </w:r>
    </w:p>
    <w:p w:rsidR="004E62BA" w:rsidRPr="00A12A51" w:rsidRDefault="004E62BA">
      <w:pPr>
        <w:widowControl w:val="0"/>
        <w:spacing w:line="240" w:lineRule="auto"/>
        <w:ind w:right="1817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bs +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nd or infini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v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 Each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other/o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 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other</w:t>
      </w:r>
    </w:p>
    <w:p w:rsidR="004E62BA" w:rsidRPr="00A12A51" w:rsidRDefault="004E62BA">
      <w:pPr>
        <w:widowControl w:val="0"/>
        <w:spacing w:line="243" w:lineRule="auto"/>
        <w:ind w:right="397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an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/nee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d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/e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x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per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e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omeone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do somethin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k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 someo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e/ do som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thing De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ing r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ative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clauses: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who,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/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h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, whe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</w:p>
    <w:p w:rsidR="004E62BA" w:rsidRPr="00A12A51" w:rsidRDefault="004E62BA">
      <w:pPr>
        <w:widowControl w:val="0"/>
        <w:spacing w:line="240" w:lineRule="auto"/>
        <w:ind w:right="1376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Rela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ive 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3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ini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onouns So/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h</w:t>
      </w:r>
    </w:p>
    <w:p w:rsidR="004E62BA" w:rsidRPr="00A12A51" w:rsidRDefault="004E62BA">
      <w:pPr>
        <w:widowControl w:val="0"/>
        <w:spacing w:line="248" w:lineRule="auto"/>
        <w:ind w:right="303"/>
        <w:rPr>
          <w:color w:val="000000"/>
          <w:sz w:val="24"/>
          <w:szCs w:val="24"/>
          <w:lang w:val="en-GB"/>
        </w:rPr>
      </w:pPr>
      <w:r w:rsidRPr="00A12A51">
        <w:rPr>
          <w:lang w:val="en-GB"/>
        </w:rPr>
        <w:br w:type="column"/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UN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NS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ing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 mess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7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769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ist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ni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to a dialo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ue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82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22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F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ollowing and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iving inst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uc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ions</w:t>
      </w:r>
    </w:p>
    <w:p w:rsidR="004E62BA" w:rsidRPr="00A12A51" w:rsidRDefault="004E62BA">
      <w:pPr>
        <w:spacing w:after="45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904"/>
        <w:jc w:val="both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rti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 continuing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 conve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sation</w:t>
      </w:r>
    </w:p>
    <w:p w:rsidR="004E62BA" w:rsidRPr="00A12A51" w:rsidRDefault="004E62BA">
      <w:pPr>
        <w:spacing w:after="46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Talking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about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h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es</w:t>
      </w:r>
    </w:p>
    <w:p w:rsidR="004E62BA" w:rsidRPr="00A12A51" w:rsidRDefault="004E62BA">
      <w:pPr>
        <w:spacing w:after="46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Making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a phone 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all</w:t>
      </w: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spacing w:after="16" w:line="140" w:lineRule="exact"/>
        <w:rPr>
          <w:sz w:val="14"/>
          <w:szCs w:val="14"/>
          <w:lang w:val="en-GB"/>
        </w:rPr>
      </w:pPr>
    </w:p>
    <w:p w:rsidR="004E62BA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pacing w:val="-3"/>
          <w:sz w:val="24"/>
          <w:szCs w:val="24"/>
        </w:rPr>
        <w:t>I</w:t>
      </w:r>
      <w:r>
        <w:rPr>
          <w:rFonts w:ascii="BFYHW+F2" w:hAnsi="BFYHW+F2" w:cs="BFYHW+F2"/>
          <w:color w:val="000000"/>
          <w:sz w:val="24"/>
          <w:szCs w:val="24"/>
        </w:rPr>
        <w:t>nviti</w:t>
      </w:r>
      <w:r>
        <w:rPr>
          <w:rFonts w:ascii="BFYHW+F2" w:hAnsi="BFYHW+F2" w:cs="BFYHW+F2"/>
          <w:color w:val="000000"/>
          <w:spacing w:val="5"/>
          <w:sz w:val="24"/>
          <w:szCs w:val="24"/>
        </w:rPr>
        <w:t>n</w:t>
      </w:r>
      <w:r>
        <w:rPr>
          <w:rFonts w:ascii="BFYHW+F2" w:hAnsi="BFYHW+F2" w:cs="BFYHW+F2"/>
          <w:color w:val="000000"/>
          <w:sz w:val="24"/>
          <w:szCs w:val="24"/>
        </w:rPr>
        <w:t>g</w:t>
      </w:r>
    </w:p>
    <w:p w:rsidR="004E62BA" w:rsidRDefault="004E62BA">
      <w:pPr>
        <w:sectPr w:rsidR="004E62BA">
          <w:type w:val="continuous"/>
          <w:pgSz w:w="11906" w:h="16838"/>
          <w:pgMar w:top="1115" w:right="850" w:bottom="0" w:left="720" w:header="0" w:footer="0" w:gutter="0"/>
          <w:cols w:num="4" w:space="708" w:equalWidth="0">
            <w:col w:w="854" w:space="247"/>
            <w:col w:w="1967" w:space="299"/>
            <w:col w:w="4574" w:space="244"/>
            <w:col w:w="2147"/>
          </w:cols>
        </w:sectPr>
      </w:pP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after="73" w:line="240" w:lineRule="exact"/>
        <w:rPr>
          <w:sz w:val="24"/>
          <w:szCs w:val="24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>
        <w:rPr>
          <w:rFonts w:ascii="BFYHW+F2" w:hAnsi="BFYHW+F2" w:cs="BFYHW+F2"/>
          <w:color w:val="000000"/>
          <w:sz w:val="24"/>
          <w:szCs w:val="24"/>
        </w:rPr>
        <w:t>Dal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l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i</w:t>
      </w:r>
      <w:r>
        <w:rPr>
          <w:rFonts w:ascii="BFYHW+F2" w:hAnsi="BFYHW+F2" w:cs="BFYHW+F2"/>
          <w:color w:val="000000"/>
          <w:sz w:val="24"/>
          <w:szCs w:val="24"/>
        </w:rPr>
        <w:t>bro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di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te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s</w:t>
      </w:r>
      <w:r>
        <w:rPr>
          <w:rFonts w:ascii="BFYHW+F2" w:hAnsi="BFYHW+F2" w:cs="BFYHW+F2"/>
          <w:color w:val="000000"/>
          <w:sz w:val="24"/>
          <w:szCs w:val="24"/>
        </w:rPr>
        <w:t>t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o</w:t>
      </w:r>
      <w:r>
        <w:rPr>
          <w:rFonts w:ascii="BFYHW+F2" w:hAnsi="BFYHW+F2" w:cs="BFYHW+F2"/>
          <w:color w:val="000000"/>
          <w:sz w:val="24"/>
          <w:szCs w:val="24"/>
        </w:rPr>
        <w:t>: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Tr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a</w:t>
      </w:r>
      <w:r>
        <w:rPr>
          <w:rFonts w:ascii="BFYHW+F2" w:hAnsi="BFYHW+F2" w:cs="BFYHW+F2"/>
          <w:color w:val="000000"/>
          <w:sz w:val="24"/>
          <w:szCs w:val="24"/>
        </w:rPr>
        <w:t>vel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&amp;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Tourism E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x</w:t>
      </w:r>
      <w:r>
        <w:rPr>
          <w:rFonts w:ascii="BFYHW+F2" w:hAnsi="BFYHW+F2" w:cs="BFYHW+F2"/>
          <w:color w:val="000000"/>
          <w:sz w:val="24"/>
          <w:szCs w:val="24"/>
        </w:rPr>
        <w:t>pert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>Towards 2030, D. Mont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a</w:t>
      </w:r>
      <w:r>
        <w:rPr>
          <w:rFonts w:ascii="BFYHW+F2" w:hAnsi="BFYHW+F2" w:cs="BFYHW+F2"/>
          <w:color w:val="000000"/>
          <w:sz w:val="24"/>
          <w:szCs w:val="24"/>
        </w:rPr>
        <w:t>na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r</w:t>
      </w:r>
      <w:r>
        <w:rPr>
          <w:rFonts w:ascii="BFYHW+F2" w:hAnsi="BFYHW+F2" w:cs="BFYHW+F2"/>
          <w:color w:val="000000"/>
          <w:sz w:val="24"/>
          <w:szCs w:val="24"/>
        </w:rPr>
        <w:t>i,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 xml:space="preserve"> </w:t>
      </w:r>
      <w:r>
        <w:rPr>
          <w:rFonts w:ascii="BFYHW+F2" w:hAnsi="BFYHW+F2" w:cs="BFYHW+F2"/>
          <w:color w:val="000000"/>
          <w:sz w:val="24"/>
          <w:szCs w:val="24"/>
        </w:rPr>
        <w:t xml:space="preserve">A. </w:t>
      </w:r>
      <w:r>
        <w:rPr>
          <w:rFonts w:ascii="BFYHW+F2" w:hAnsi="BFYHW+F2" w:cs="BFYHW+F2"/>
          <w:color w:val="000000"/>
          <w:spacing w:val="1"/>
          <w:sz w:val="24"/>
          <w:szCs w:val="24"/>
        </w:rPr>
        <w:t>R</w:t>
      </w:r>
      <w:r>
        <w:rPr>
          <w:rFonts w:ascii="BFYHW+F2" w:hAnsi="BFYHW+F2" w:cs="BFYHW+F2"/>
          <w:color w:val="000000"/>
          <w:spacing w:val="3"/>
          <w:sz w:val="24"/>
          <w:szCs w:val="24"/>
        </w:rPr>
        <w:t>i</w:t>
      </w:r>
      <w:r>
        <w:rPr>
          <w:rFonts w:ascii="BFYHW+F2" w:hAnsi="BFYHW+F2" w:cs="BFYHW+F2"/>
          <w:color w:val="000000"/>
          <w:sz w:val="24"/>
          <w:szCs w:val="24"/>
        </w:rPr>
        <w:t>zzo, e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d</w:t>
      </w:r>
      <w:r>
        <w:rPr>
          <w:rFonts w:ascii="BFYHW+F2" w:hAnsi="BFYHW+F2" w:cs="BFYHW+F2"/>
          <w:color w:val="000000"/>
          <w:sz w:val="24"/>
          <w:szCs w:val="24"/>
        </w:rPr>
        <w:t xml:space="preserve">.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son</w:t>
      </w:r>
    </w:p>
    <w:p w:rsidR="004E62BA" w:rsidRPr="00A12A51" w:rsidRDefault="004E62BA">
      <w:pPr>
        <w:spacing w:after="36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Unit 1 : The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W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orld of T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urism</w:t>
      </w:r>
    </w:p>
    <w:p w:rsidR="004E62BA" w:rsidRPr="00A12A51" w:rsidRDefault="004E62BA">
      <w:pPr>
        <w:spacing w:after="36" w:line="240" w:lineRule="exact"/>
        <w:rPr>
          <w:sz w:val="24"/>
          <w:szCs w:val="24"/>
          <w:lang w:val="en-GB"/>
        </w:rPr>
      </w:pP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The tour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sm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indust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pacing w:val="-4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:</w:t>
      </w:r>
    </w:p>
    <w:p w:rsidR="004E62BA" w:rsidRPr="00A12A51" w:rsidRDefault="004E62BA">
      <w:pPr>
        <w:widowControl w:val="0"/>
        <w:spacing w:line="240" w:lineRule="auto"/>
        <w:ind w:right="5580"/>
        <w:rPr>
          <w:color w:val="000000"/>
          <w:sz w:val="24"/>
          <w:szCs w:val="24"/>
          <w:lang w:val="en-GB"/>
        </w:r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The de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v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elopment of tour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sm fr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m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 to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pr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sent The o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isation of the 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our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sm indus</w:t>
      </w:r>
      <w:r w:rsidRPr="00A12A51">
        <w:rPr>
          <w:rFonts w:ascii="BFYHW+F2" w:hAnsi="BFYHW+F2" w:cs="BFYHW+F2"/>
          <w:color w:val="000000"/>
          <w:spacing w:val="3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y</w:t>
      </w:r>
      <w:r w:rsidRPr="00A12A51">
        <w:rPr>
          <w:rFonts w:ascii="BFYHW+F2" w:hAnsi="BFYHW+F2" w:cs="BFYHW+F2"/>
          <w:color w:val="000000"/>
          <w:spacing w:val="5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nal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and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e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rna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t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l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or</w:t>
      </w:r>
      <w:r w:rsidRPr="00A12A51">
        <w:rPr>
          <w:rFonts w:ascii="BFYHW+F2" w:hAnsi="BFYHW+F2" w:cs="BFYHW+F2"/>
          <w:color w:val="000000"/>
          <w:spacing w:val="-4"/>
          <w:sz w:val="24"/>
          <w:szCs w:val="24"/>
          <w:lang w:val="en-GB"/>
        </w:rPr>
        <w:t>g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ani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s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i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ons</w:t>
      </w:r>
    </w:p>
    <w:p w:rsidR="004E62BA" w:rsidRPr="00A12A51" w:rsidRDefault="004E62BA">
      <w:pPr>
        <w:widowControl w:val="0"/>
        <w:spacing w:line="240" w:lineRule="auto"/>
        <w:ind w:right="-20"/>
        <w:rPr>
          <w:color w:val="000000"/>
          <w:sz w:val="24"/>
          <w:szCs w:val="24"/>
          <w:lang w:val="en-GB"/>
        </w:rPr>
        <w:sectPr w:rsidR="004E62BA" w:rsidRPr="00A12A51">
          <w:type w:val="continuous"/>
          <w:pgSz w:w="11906" w:h="16838"/>
          <w:pgMar w:top="1115" w:right="850" w:bottom="0" w:left="720" w:header="0" w:footer="0" w:gutter="0"/>
          <w:cols w:space="708"/>
        </w:sectPr>
      </w:pP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Tra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>v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el a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b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ad: T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ra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vel</w:t>
      </w:r>
      <w:r w:rsidRPr="00A12A51">
        <w:rPr>
          <w:rFonts w:ascii="BFYHW+F2" w:hAnsi="BFYHW+F2" w:cs="BFYHW+F2"/>
          <w:color w:val="000000"/>
          <w:spacing w:val="-1"/>
          <w:sz w:val="24"/>
          <w:szCs w:val="24"/>
          <w:lang w:val="en-GB"/>
        </w:rPr>
        <w:t xml:space="preserve"> 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d</w:t>
      </w:r>
      <w:r w:rsidRPr="00A12A51">
        <w:rPr>
          <w:rFonts w:ascii="BFYHW+F2" w:hAnsi="BFYHW+F2" w:cs="BFYHW+F2"/>
          <w:color w:val="000000"/>
          <w:spacing w:val="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 xml:space="preserve">cuments 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a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nd pr</w:t>
      </w:r>
      <w:r w:rsidRPr="00A12A51">
        <w:rPr>
          <w:rFonts w:ascii="BFYHW+F2" w:hAnsi="BFYHW+F2" w:cs="BFYHW+F2"/>
          <w:color w:val="000000"/>
          <w:spacing w:val="-2"/>
          <w:sz w:val="24"/>
          <w:szCs w:val="24"/>
          <w:lang w:val="en-GB"/>
        </w:rPr>
        <w:t>o</w:t>
      </w:r>
      <w:r w:rsidRPr="00A12A51">
        <w:rPr>
          <w:rFonts w:ascii="BFYHW+F2" w:hAnsi="BFYHW+F2" w:cs="BFYHW+F2"/>
          <w:color w:val="000000"/>
          <w:spacing w:val="1"/>
          <w:sz w:val="24"/>
          <w:szCs w:val="24"/>
          <w:lang w:val="en-GB"/>
        </w:rPr>
        <w:t>c</w:t>
      </w:r>
      <w:r w:rsidRPr="00A12A51">
        <w:rPr>
          <w:rFonts w:ascii="BFYHW+F2" w:hAnsi="BFYHW+F2" w:cs="BFYHW+F2"/>
          <w:color w:val="000000"/>
          <w:sz w:val="24"/>
          <w:szCs w:val="24"/>
          <w:lang w:val="en-GB"/>
        </w:rPr>
        <w:t>edures</w:t>
      </w:r>
      <w:bookmarkEnd w:id="0"/>
    </w:p>
    <w:p w:rsidR="004E62BA" w:rsidRPr="00577B5F" w:rsidRDefault="004E62BA">
      <w:pPr>
        <w:widowControl w:val="0"/>
        <w:spacing w:line="240" w:lineRule="auto"/>
        <w:ind w:left="1696" w:right="-20"/>
        <w:rPr>
          <w:color w:val="BF0000"/>
          <w:sz w:val="24"/>
          <w:szCs w:val="24"/>
          <w:lang w:val="en-GB"/>
        </w:rPr>
      </w:pPr>
      <w:bookmarkStart w:id="1" w:name="_page_31_0"/>
      <w:r w:rsidRPr="00577B5F">
        <w:rPr>
          <w:rFonts w:ascii="FHSCX+F1" w:hAnsi="FHSCX+F1" w:cs="FHSCX+F1"/>
          <w:color w:val="BF0000"/>
          <w:sz w:val="28"/>
          <w:szCs w:val="28"/>
          <w:lang w:val="en-GB"/>
        </w:rPr>
        <w:t>I</w:t>
      </w:r>
      <w:r w:rsidRPr="00577B5F">
        <w:rPr>
          <w:rFonts w:ascii="FHSCX+F1" w:hAnsi="FHSCX+F1" w:cs="FHSCX+F1"/>
          <w:color w:val="BF0000"/>
          <w:spacing w:val="2"/>
          <w:sz w:val="28"/>
          <w:szCs w:val="28"/>
          <w:lang w:val="en-GB"/>
        </w:rPr>
        <w:t>.</w:t>
      </w:r>
      <w:r w:rsidRPr="00577B5F">
        <w:rPr>
          <w:rFonts w:ascii="FHSCX+F1" w:hAnsi="FHSCX+F1" w:cs="FHSCX+F1"/>
          <w:color w:val="BF0000"/>
          <w:sz w:val="28"/>
          <w:szCs w:val="28"/>
          <w:lang w:val="en-GB"/>
        </w:rPr>
        <w:t>I.S.</w:t>
      </w:r>
      <w:r w:rsidRPr="00577B5F">
        <w:rPr>
          <w:rFonts w:ascii="FHSCX+F1" w:hAnsi="FHSCX+F1" w:cs="FHSCX+F1"/>
          <w:color w:val="BF0000"/>
          <w:spacing w:val="90"/>
          <w:sz w:val="28"/>
          <w:szCs w:val="28"/>
          <w:lang w:val="en-GB"/>
        </w:rPr>
        <w:t xml:space="preserve"> </w:t>
      </w:r>
      <w:r w:rsidRPr="00577B5F">
        <w:rPr>
          <w:rFonts w:ascii="FHSCX+F1" w:hAnsi="FHSCX+F1" w:cs="FHSCX+F1"/>
          <w:color w:val="BF0000"/>
          <w:spacing w:val="3"/>
          <w:sz w:val="28"/>
          <w:szCs w:val="28"/>
          <w:lang w:val="en-GB"/>
        </w:rPr>
        <w:t>“</w:t>
      </w:r>
      <w:r w:rsidRPr="00577B5F">
        <w:rPr>
          <w:rFonts w:ascii="FHSCX+F1" w:hAnsi="FHSCX+F1" w:cs="FHSCX+F1"/>
          <w:color w:val="BF0000"/>
          <w:sz w:val="28"/>
          <w:szCs w:val="28"/>
          <w:lang w:val="en-GB"/>
        </w:rPr>
        <w:t>G. CE</w:t>
      </w:r>
      <w:r w:rsidRPr="00577B5F">
        <w:rPr>
          <w:rFonts w:ascii="FHSCX+F1" w:hAnsi="FHSCX+F1" w:cs="FHSCX+F1"/>
          <w:color w:val="BF0000"/>
          <w:spacing w:val="-2"/>
          <w:sz w:val="28"/>
          <w:szCs w:val="28"/>
          <w:lang w:val="en-GB"/>
        </w:rPr>
        <w:t>N</w:t>
      </w:r>
      <w:r w:rsidRPr="00577B5F">
        <w:rPr>
          <w:rFonts w:ascii="FHSCX+F1" w:hAnsi="FHSCX+F1" w:cs="FHSCX+F1"/>
          <w:color w:val="BF0000"/>
          <w:sz w:val="28"/>
          <w:szCs w:val="28"/>
          <w:lang w:val="en-GB"/>
        </w:rPr>
        <w:t>A</w:t>
      </w:r>
      <w:r w:rsidRPr="00577B5F">
        <w:rPr>
          <w:rFonts w:ascii="FHSCX+F1" w:hAnsi="FHSCX+F1" w:cs="FHSCX+F1"/>
          <w:color w:val="BF0000"/>
          <w:sz w:val="24"/>
          <w:szCs w:val="24"/>
          <w:lang w:val="en-GB"/>
        </w:rPr>
        <w:t>”</w:t>
      </w:r>
    </w:p>
    <w:p w:rsidR="004E62BA" w:rsidRPr="00577B5F" w:rsidRDefault="004E62BA">
      <w:pPr>
        <w:spacing w:line="240" w:lineRule="exact"/>
        <w:rPr>
          <w:sz w:val="24"/>
          <w:szCs w:val="24"/>
          <w:lang w:val="en-GB"/>
        </w:rPr>
      </w:pPr>
    </w:p>
    <w:p w:rsidR="004E62BA" w:rsidRPr="00577B5F" w:rsidRDefault="004E62BA">
      <w:pPr>
        <w:spacing w:after="63" w:line="240" w:lineRule="exact"/>
        <w:rPr>
          <w:sz w:val="24"/>
          <w:szCs w:val="24"/>
          <w:lang w:val="en-GB"/>
        </w:rPr>
      </w:pPr>
    </w:p>
    <w:p w:rsidR="004E62BA" w:rsidRPr="0058395A" w:rsidRDefault="004E62BA">
      <w:pPr>
        <w:spacing w:line="240" w:lineRule="exact"/>
        <w:rPr>
          <w:sz w:val="24"/>
          <w:szCs w:val="24"/>
          <w:lang w:val="en-GB"/>
        </w:rPr>
      </w:pPr>
      <w:r w:rsidRPr="0058395A">
        <w:rPr>
          <w:sz w:val="24"/>
          <w:szCs w:val="24"/>
          <w:lang w:val="en-GB"/>
        </w:rPr>
        <w:t>Reading comprehension :</w:t>
      </w:r>
    </w:p>
    <w:p w:rsidR="004E62BA" w:rsidRPr="0058395A" w:rsidRDefault="004E62BA">
      <w:pPr>
        <w:spacing w:line="240" w:lineRule="exact"/>
        <w:rPr>
          <w:sz w:val="24"/>
          <w:szCs w:val="24"/>
          <w:lang w:val="en-GB"/>
        </w:rPr>
      </w:pPr>
      <w:r w:rsidRPr="0058395A">
        <w:rPr>
          <w:sz w:val="24"/>
          <w:szCs w:val="24"/>
          <w:lang w:val="en-GB"/>
        </w:rPr>
        <w:t xml:space="preserve"> </w:t>
      </w:r>
    </w:p>
    <w:p w:rsidR="004E62BA" w:rsidRPr="0058395A" w:rsidRDefault="004E62BA">
      <w:pPr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The </w:t>
      </w:r>
      <w:r w:rsidRPr="0058395A">
        <w:rPr>
          <w:sz w:val="24"/>
          <w:szCs w:val="24"/>
          <w:lang w:val="en-GB"/>
        </w:rPr>
        <w:t>Parliament,</w:t>
      </w:r>
      <w:r>
        <w:rPr>
          <w:sz w:val="24"/>
          <w:szCs w:val="24"/>
          <w:lang w:val="en-GB"/>
        </w:rPr>
        <w:t xml:space="preserve"> the </w:t>
      </w:r>
      <w:r w:rsidRPr="0058395A">
        <w:rPr>
          <w:sz w:val="24"/>
          <w:szCs w:val="24"/>
          <w:lang w:val="en-GB"/>
        </w:rPr>
        <w:t xml:space="preserve">Crown and </w:t>
      </w:r>
      <w:r>
        <w:rPr>
          <w:sz w:val="24"/>
          <w:szCs w:val="24"/>
          <w:lang w:val="en-GB"/>
        </w:rPr>
        <w:t xml:space="preserve"> the </w:t>
      </w:r>
      <w:r w:rsidRPr="0058395A">
        <w:rPr>
          <w:sz w:val="24"/>
          <w:szCs w:val="24"/>
          <w:lang w:val="en-GB"/>
        </w:rPr>
        <w:t>Prime Minister</w:t>
      </w:r>
    </w:p>
    <w:p w:rsidR="004E62BA" w:rsidRDefault="004E62BA">
      <w:pPr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Education in </w:t>
      </w:r>
      <w:smartTag w:uri="urn:schemas-microsoft-com:office:smarttags" w:element="country-region">
        <w:r>
          <w:rPr>
            <w:sz w:val="24"/>
            <w:szCs w:val="24"/>
            <w:lang w:val="en-GB"/>
          </w:rPr>
          <w:t>England</w:t>
        </w:r>
      </w:smartTag>
      <w:r>
        <w:rPr>
          <w:sz w:val="24"/>
          <w:szCs w:val="24"/>
          <w:lang w:val="en-GB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  <w:szCs w:val="24"/>
              <w:lang w:val="en-GB"/>
            </w:rPr>
            <w:t>Usa</w:t>
          </w:r>
        </w:smartTag>
      </w:smartTag>
    </w:p>
    <w:p w:rsidR="004E62BA" w:rsidRDefault="004E62BA">
      <w:pPr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The Press</w:t>
      </w:r>
    </w:p>
    <w:p w:rsidR="004E62BA" w:rsidRPr="0058395A" w:rsidRDefault="004E62BA">
      <w:pPr>
        <w:spacing w:line="24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English and American Language ( materiali forniti su classroom)</w:t>
      </w:r>
    </w:p>
    <w:p w:rsidR="004E62BA" w:rsidRPr="0058395A" w:rsidRDefault="004E62BA">
      <w:pPr>
        <w:spacing w:after="72" w:line="240" w:lineRule="exact"/>
        <w:rPr>
          <w:sz w:val="24"/>
          <w:szCs w:val="24"/>
          <w:lang w:val="en-GB"/>
        </w:rPr>
      </w:pPr>
    </w:p>
    <w:p w:rsidR="004E62BA" w:rsidRDefault="004E62BA">
      <w:pPr>
        <w:widowControl w:val="0"/>
        <w:spacing w:line="240" w:lineRule="auto"/>
        <w:ind w:right="8992"/>
        <w:rPr>
          <w:rFonts w:ascii="BFYHW+F2" w:hAnsi="BFYHW+F2" w:cs="BFYHW+F2"/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z w:val="24"/>
          <w:szCs w:val="24"/>
        </w:rPr>
        <w:t>Ed. Civi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c</w:t>
      </w:r>
      <w:r>
        <w:rPr>
          <w:rFonts w:ascii="BFYHW+F2" w:hAnsi="BFYHW+F2" w:cs="BFYHW+F2"/>
          <w:color w:val="000000"/>
          <w:sz w:val="24"/>
          <w:szCs w:val="24"/>
        </w:rPr>
        <w:t>a Age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n</w:t>
      </w:r>
      <w:r>
        <w:rPr>
          <w:rFonts w:ascii="BFYHW+F2" w:hAnsi="BFYHW+F2" w:cs="BFYHW+F2"/>
          <w:color w:val="000000"/>
          <w:sz w:val="24"/>
          <w:szCs w:val="24"/>
        </w:rPr>
        <w:t xml:space="preserve">da 2030   </w:t>
      </w:r>
    </w:p>
    <w:p w:rsidR="004E62BA" w:rsidRDefault="004E62BA">
      <w:pPr>
        <w:widowControl w:val="0"/>
        <w:spacing w:line="240" w:lineRule="auto"/>
        <w:ind w:right="8992"/>
        <w:rPr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z w:val="24"/>
          <w:szCs w:val="24"/>
        </w:rPr>
        <w:t>Goal 9</w:t>
      </w: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line="240" w:lineRule="exact"/>
        <w:rPr>
          <w:sz w:val="24"/>
          <w:szCs w:val="24"/>
        </w:rPr>
      </w:pPr>
    </w:p>
    <w:p w:rsidR="004E62BA" w:rsidRDefault="004E62BA">
      <w:pPr>
        <w:spacing w:after="4" w:line="140" w:lineRule="exact"/>
        <w:rPr>
          <w:sz w:val="14"/>
          <w:szCs w:val="14"/>
        </w:rPr>
      </w:pPr>
    </w:p>
    <w:p w:rsidR="004E62BA" w:rsidRDefault="004E62BA">
      <w:pPr>
        <w:widowControl w:val="0"/>
        <w:tabs>
          <w:tab w:val="left" w:pos="848"/>
          <w:tab w:val="left" w:pos="1211"/>
        </w:tabs>
        <w:spacing w:line="240" w:lineRule="auto"/>
        <w:ind w:right="-20"/>
        <w:rPr>
          <w:color w:val="000000"/>
          <w:sz w:val="24"/>
          <w:szCs w:val="24"/>
        </w:rPr>
      </w:pPr>
      <w:r>
        <w:rPr>
          <w:rFonts w:ascii="BFYHW+F2" w:hAnsi="BFYHW+F2" w:cs="BFYHW+F2"/>
          <w:color w:val="000000"/>
          <w:spacing w:val="-3"/>
          <w:sz w:val="24"/>
          <w:szCs w:val="24"/>
        </w:rPr>
        <w:t>I</w:t>
      </w:r>
      <w:r>
        <w:rPr>
          <w:rFonts w:ascii="BFYHW+F2" w:hAnsi="BFYHW+F2" w:cs="BFYHW+F2"/>
          <w:color w:val="000000"/>
          <w:spacing w:val="2"/>
          <w:sz w:val="24"/>
          <w:szCs w:val="24"/>
        </w:rPr>
        <w:t>v</w:t>
      </w:r>
      <w:r>
        <w:rPr>
          <w:rFonts w:ascii="BFYHW+F2" w:hAnsi="BFYHW+F2" w:cs="BFYHW+F2"/>
          <w:color w:val="000000"/>
          <w:sz w:val="24"/>
          <w:szCs w:val="24"/>
        </w:rPr>
        <w:t>re</w:t>
      </w:r>
      <w:r>
        <w:rPr>
          <w:rFonts w:ascii="BFYHW+F2" w:hAnsi="BFYHW+F2" w:cs="BFYHW+F2"/>
          <w:color w:val="000000"/>
          <w:spacing w:val="-2"/>
          <w:sz w:val="24"/>
          <w:szCs w:val="24"/>
        </w:rPr>
        <w:t>a</w:t>
      </w:r>
      <w:r>
        <w:rPr>
          <w:rFonts w:ascii="BFYHW+F2" w:hAnsi="BFYHW+F2" w:cs="BFYHW+F2"/>
          <w:color w:val="000000"/>
          <w:sz w:val="24"/>
          <w:szCs w:val="24"/>
        </w:rPr>
        <w:t>,9</w:t>
      </w:r>
      <w:r>
        <w:rPr>
          <w:rFonts w:ascii="BFYHW+F2" w:hAnsi="BFYHW+F2" w:cs="BFYHW+F2"/>
          <w:color w:val="000000"/>
          <w:sz w:val="24"/>
          <w:szCs w:val="24"/>
        </w:rPr>
        <w:tab/>
      </w:r>
      <w:r>
        <w:rPr>
          <w:rFonts w:ascii="BFYHW+F2" w:hAnsi="BFYHW+F2" w:cs="BFYHW+F2"/>
          <w:color w:val="000000"/>
          <w:spacing w:val="-2"/>
          <w:sz w:val="24"/>
          <w:szCs w:val="24"/>
        </w:rPr>
        <w:t>g</w:t>
      </w:r>
      <w:r>
        <w:rPr>
          <w:rFonts w:ascii="BFYHW+F2" w:hAnsi="BFYHW+F2" w:cs="BFYHW+F2"/>
          <w:color w:val="000000"/>
          <w:sz w:val="24"/>
          <w:szCs w:val="24"/>
        </w:rPr>
        <w:t>i</w:t>
      </w:r>
      <w:r>
        <w:rPr>
          <w:rFonts w:ascii="BFYHW+F2" w:hAnsi="BFYHW+F2" w:cs="BFYHW+F2"/>
          <w:color w:val="000000"/>
          <w:spacing w:val="4"/>
          <w:sz w:val="24"/>
          <w:szCs w:val="24"/>
        </w:rPr>
        <w:t>u</w:t>
      </w:r>
      <w:r>
        <w:rPr>
          <w:rFonts w:ascii="BFYHW+F2" w:hAnsi="BFYHW+F2" w:cs="BFYHW+F2"/>
          <w:color w:val="000000"/>
          <w:spacing w:val="-1"/>
          <w:sz w:val="24"/>
          <w:szCs w:val="24"/>
        </w:rPr>
        <w:t>g</w:t>
      </w:r>
      <w:r>
        <w:rPr>
          <w:rFonts w:ascii="BFYHW+F2" w:hAnsi="BFYHW+F2" w:cs="BFYHW+F2"/>
          <w:color w:val="000000"/>
          <w:sz w:val="24"/>
          <w:szCs w:val="24"/>
        </w:rPr>
        <w:t>no 202</w:t>
      </w:r>
      <w:bookmarkEnd w:id="1"/>
      <w:r>
        <w:rPr>
          <w:rFonts w:ascii="BFYHW+F2" w:hAnsi="BFYHW+F2" w:cs="BFYHW+F2"/>
          <w:color w:val="000000"/>
          <w:sz w:val="24"/>
          <w:szCs w:val="24"/>
        </w:rPr>
        <w:t>3</w:t>
      </w:r>
    </w:p>
    <w:sectPr w:rsidR="004E62BA" w:rsidSect="00F87B68">
      <w:pgSz w:w="11906" w:h="16838"/>
      <w:pgMar w:top="1115" w:right="850" w:bottom="0" w:left="72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HSCX+F1">
    <w:altName w:val="Arial Black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MPMS+F3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FYHW+F2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B68"/>
    <w:rsid w:val="00124E56"/>
    <w:rsid w:val="002516F8"/>
    <w:rsid w:val="00294E13"/>
    <w:rsid w:val="004E62BA"/>
    <w:rsid w:val="005648E6"/>
    <w:rsid w:val="00577B5F"/>
    <w:rsid w:val="0058395A"/>
    <w:rsid w:val="008A00EF"/>
    <w:rsid w:val="00A12A51"/>
    <w:rsid w:val="00DA5E09"/>
    <w:rsid w:val="00E464C3"/>
    <w:rsid w:val="00F131C0"/>
    <w:rsid w:val="00F8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C0"/>
    <w:pPr>
      <w:spacing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291</Words>
  <Characters>1660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/>
  <cp:keywords/>
  <dc:description/>
  <cp:lastModifiedBy>.</cp:lastModifiedBy>
  <cp:revision>6</cp:revision>
  <dcterms:created xsi:type="dcterms:W3CDTF">2023-05-28T15:35:00Z</dcterms:created>
  <dcterms:modified xsi:type="dcterms:W3CDTF">2023-06-05T16:06:00Z</dcterms:modified>
</cp:coreProperties>
</file>